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02720" w14:paraId="76BE2078" w14:textId="77777777" w:rsidTr="000621B2">
        <w:tc>
          <w:tcPr>
            <w:tcW w:w="2689" w:type="dxa"/>
          </w:tcPr>
          <w:p w14:paraId="1C90A967" w14:textId="77777777" w:rsidR="00A02720" w:rsidRPr="00A02720" w:rsidRDefault="00A02720" w:rsidP="00A02720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74BFA231" w14:textId="77777777" w:rsidR="00A02720" w:rsidRPr="00A02720" w:rsidRDefault="00A02720" w:rsidP="00A0272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A02720">
              <w:t>7.0.</w:t>
            </w:r>
          </w:p>
        </w:tc>
      </w:tr>
      <w:bookmarkEnd w:id="0"/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DF87632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082119C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5F7B91">
              <w:t>50</w:t>
            </w:r>
            <w:r w:rsidR="00D409D3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706BE76C" w:rsidR="00F1480E" w:rsidRPr="000754EC" w:rsidRDefault="00D409D3" w:rsidP="000754EC">
            <w:pPr>
              <w:pStyle w:val="SIUnittitle"/>
            </w:pPr>
            <w:r w:rsidRPr="00D409D3">
              <w:t>Manage landscape projects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48238E" w14:textId="1454C802" w:rsidR="00D409D3" w:rsidRPr="00D409D3" w:rsidRDefault="00D409D3" w:rsidP="00D409D3">
            <w:r w:rsidRPr="00D409D3">
              <w:t>This unit of competency describes the skills and knowledge required to manage landscape projects</w:t>
            </w:r>
            <w:r w:rsidR="00A02720">
              <w:t>, including identifying project issues, maintaining effective client liaison, developing work sc</w:t>
            </w:r>
            <w:r w:rsidR="00A02720" w:rsidRPr="00A02720">
              <w:t>hedules</w:t>
            </w:r>
            <w:r w:rsidR="00E059E6">
              <w:t xml:space="preserve">, managing </w:t>
            </w:r>
            <w:proofErr w:type="gramStart"/>
            <w:r w:rsidR="00E059E6">
              <w:t>contractors</w:t>
            </w:r>
            <w:proofErr w:type="gramEnd"/>
            <w:r w:rsidR="00A02720" w:rsidRPr="00A02720">
              <w:t xml:space="preserve"> and submit</w:t>
            </w:r>
            <w:r w:rsidR="00E059E6">
              <w:t>ting</w:t>
            </w:r>
            <w:r w:rsidR="00A02720" w:rsidRPr="00A02720">
              <w:t xml:space="preserve"> works for handover</w:t>
            </w:r>
            <w:r w:rsidRPr="00D409D3">
              <w:t>.</w:t>
            </w:r>
          </w:p>
          <w:p w14:paraId="2D88B1FD" w14:textId="77777777" w:rsidR="00D409D3" w:rsidRPr="00D409D3" w:rsidRDefault="00D409D3" w:rsidP="00D409D3"/>
          <w:p w14:paraId="2AE6D0C4" w14:textId="61032139" w:rsidR="007D3F4A" w:rsidRDefault="00D409D3" w:rsidP="00D409D3">
            <w:r w:rsidRPr="00D409D3">
              <w:t>Th</w:t>
            </w:r>
            <w:r w:rsidR="00A02720">
              <w:t>e</w:t>
            </w:r>
            <w:r w:rsidRPr="00D409D3">
              <w:t xml:space="preserve"> unit applies to individuals who </w:t>
            </w:r>
            <w:r w:rsidR="00A02720">
              <w:t>apply specialist skills and knowledg</w:t>
            </w:r>
            <w:r w:rsidR="00A02720" w:rsidRPr="00A02720">
              <w:t xml:space="preserve">e to </w:t>
            </w:r>
            <w:r w:rsidR="00A02720">
              <w:t>managing landscape projects, take personal responsibility and exercise autonomy in undertaking complex work. The</w:t>
            </w:r>
            <w:r w:rsidR="00FA79E9">
              <w:t>y</w:t>
            </w:r>
            <w:r w:rsidR="00A02720">
              <w:t xml:space="preserve"> </w:t>
            </w:r>
            <w:r w:rsidRPr="00D409D3">
              <w:t xml:space="preserve">analyse </w:t>
            </w:r>
            <w:r w:rsidR="00A02720">
              <w:t>and synthesise</w:t>
            </w:r>
            <w:r w:rsidR="007D3F4A">
              <w:t xml:space="preserve"> </w:t>
            </w:r>
            <w:r w:rsidRPr="00D409D3">
              <w:t>information</w:t>
            </w:r>
            <w:r w:rsidR="007D3F4A">
              <w:t>,</w:t>
            </w:r>
            <w:r w:rsidRPr="00D409D3">
              <w:t xml:space="preserve"> and analyse, </w:t>
            </w:r>
            <w:proofErr w:type="gramStart"/>
            <w:r w:rsidRPr="00D409D3">
              <w:t>design</w:t>
            </w:r>
            <w:proofErr w:type="gramEnd"/>
            <w:r w:rsidRPr="00D409D3">
              <w:t xml:space="preserve"> and communicate solutions to </w:t>
            </w:r>
            <w:r w:rsidR="007D3F4A">
              <w:t>sometimes</w:t>
            </w:r>
            <w:r w:rsidRPr="00D409D3">
              <w:t xml:space="preserve"> complex problems.</w:t>
            </w:r>
          </w:p>
          <w:p w14:paraId="028814FC" w14:textId="77777777" w:rsidR="007D3F4A" w:rsidRDefault="007D3F4A" w:rsidP="00D409D3"/>
          <w:p w14:paraId="7021019C" w14:textId="501E5FBF" w:rsidR="00D409D3" w:rsidRPr="00D409D3" w:rsidRDefault="00D409D3" w:rsidP="00D409D3">
            <w:r w:rsidRPr="00D409D3">
              <w:t>All work is carried out to comply with workplace procedures</w:t>
            </w:r>
            <w:r w:rsidR="007D3F4A">
              <w:t>, health and safety in the workplace requirements, legislative and regulatory requirements, and sustainability and biose</w:t>
            </w:r>
            <w:r w:rsidR="007D3F4A" w:rsidRPr="007D3F4A">
              <w:t>curity practices</w:t>
            </w:r>
            <w:r w:rsidRPr="00D409D3">
              <w:t>.</w:t>
            </w:r>
          </w:p>
          <w:p w14:paraId="3D47C18C" w14:textId="77777777" w:rsidR="00D409D3" w:rsidRPr="00D409D3" w:rsidRDefault="00D409D3" w:rsidP="00D409D3"/>
          <w:p w14:paraId="034C6C33" w14:textId="68B0CDDB" w:rsidR="00D409D3" w:rsidRPr="000754EC" w:rsidRDefault="00D409D3" w:rsidP="00D409D3">
            <w:pPr>
              <w:pStyle w:val="SIText"/>
            </w:pPr>
            <w:r w:rsidRPr="00D409D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2DA122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409D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23DC26C" w:rsidR="00D409D3" w:rsidRPr="00D409D3" w:rsidRDefault="00D409D3" w:rsidP="00D409D3">
            <w:pPr>
              <w:pStyle w:val="SIText"/>
            </w:pPr>
            <w:r w:rsidRPr="00D409D3">
              <w:t>1. Identify issues relating to the landscape project</w:t>
            </w:r>
          </w:p>
        </w:tc>
        <w:tc>
          <w:tcPr>
            <w:tcW w:w="3604" w:type="pct"/>
            <w:shd w:val="clear" w:color="auto" w:fill="auto"/>
          </w:tcPr>
          <w:p w14:paraId="3EA32AD0" w14:textId="75102BBC" w:rsidR="00D409D3" w:rsidRPr="00D409D3" w:rsidRDefault="00D409D3" w:rsidP="00D409D3">
            <w:r w:rsidRPr="00D409D3">
              <w:t xml:space="preserve">1.1 </w:t>
            </w:r>
            <w:r w:rsidR="00E059E6">
              <w:t>Discuss and clarify client</w:t>
            </w:r>
            <w:r w:rsidRPr="00D409D3">
              <w:t xml:space="preserve"> goals and objectives of the project</w:t>
            </w:r>
          </w:p>
          <w:p w14:paraId="14AE4AB4" w14:textId="77777777" w:rsidR="00D409D3" w:rsidRPr="00D409D3" w:rsidRDefault="00D409D3" w:rsidP="00D409D3">
            <w:r w:rsidRPr="00D409D3">
              <w:t>1.2 Analyse landscape documentation to determine the nature and scope of the project</w:t>
            </w:r>
          </w:p>
          <w:p w14:paraId="7D748665" w14:textId="77777777" w:rsidR="00D409D3" w:rsidRPr="00D409D3" w:rsidRDefault="00D409D3" w:rsidP="00D409D3">
            <w:r w:rsidRPr="00D409D3">
              <w:t>1.3 Identify potential constraints to the success of the project</w:t>
            </w:r>
          </w:p>
          <w:p w14:paraId="7A54DAEE" w14:textId="0047EAB4" w:rsidR="00D409D3" w:rsidRPr="00D409D3" w:rsidRDefault="00D409D3" w:rsidP="00D409D3">
            <w:r w:rsidRPr="00D409D3">
              <w:t xml:space="preserve">1.4 </w:t>
            </w:r>
            <w:r w:rsidR="00E059E6">
              <w:t xml:space="preserve">Identify and minimise </w:t>
            </w:r>
            <w:r w:rsidRPr="00D409D3">
              <w:t>environmental impact of proposed landscape project works</w:t>
            </w:r>
            <w:r w:rsidR="00E059E6">
              <w:t xml:space="preserve"> according to environmental and biosecurity legislation, </w:t>
            </w:r>
            <w:proofErr w:type="gramStart"/>
            <w:r w:rsidR="00E059E6">
              <w:t>regulations</w:t>
            </w:r>
            <w:proofErr w:type="gramEnd"/>
            <w:r w:rsidR="00E059E6">
              <w:t xml:space="preserve"> and workplace procedures</w:t>
            </w:r>
          </w:p>
          <w:p w14:paraId="1696B99B" w14:textId="43DC5ADD" w:rsidR="00D409D3" w:rsidRPr="00D409D3" w:rsidRDefault="00D409D3" w:rsidP="00D409D3">
            <w:r w:rsidRPr="00D409D3">
              <w:t>1.5 Identify hazards</w:t>
            </w:r>
            <w:r w:rsidR="00E059E6">
              <w:t xml:space="preserve"> and</w:t>
            </w:r>
            <w:r w:rsidRPr="00D409D3">
              <w:t xml:space="preserve"> assess risks</w:t>
            </w:r>
            <w:r w:rsidR="00E059E6">
              <w:t xml:space="preserve"> associated with work activities,</w:t>
            </w:r>
            <w:r w:rsidRPr="00D409D3">
              <w:t xml:space="preserve"> and implement control</w:t>
            </w:r>
            <w:r w:rsidR="00E059E6">
              <w:t xml:space="preserve"> measure</w:t>
            </w:r>
            <w:r w:rsidRPr="00D409D3">
              <w:t>s</w:t>
            </w:r>
            <w:r w:rsidR="00E059E6">
              <w:t xml:space="preserve"> according to workplace health and safety procedures</w:t>
            </w:r>
          </w:p>
        </w:tc>
      </w:tr>
      <w:tr w:rsidR="00D409D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E027D02" w:rsidR="00D409D3" w:rsidRPr="00D409D3" w:rsidRDefault="00D409D3" w:rsidP="00D409D3">
            <w:pPr>
              <w:pStyle w:val="SIText"/>
            </w:pPr>
            <w:r w:rsidRPr="00D409D3">
              <w:t>2. Maintain effective client liaison</w:t>
            </w:r>
          </w:p>
        </w:tc>
        <w:tc>
          <w:tcPr>
            <w:tcW w:w="3604" w:type="pct"/>
            <w:shd w:val="clear" w:color="auto" w:fill="auto"/>
          </w:tcPr>
          <w:p w14:paraId="7763B20A" w14:textId="77777777" w:rsidR="00D409D3" w:rsidRPr="00D409D3" w:rsidRDefault="00D409D3" w:rsidP="00D409D3">
            <w:r w:rsidRPr="00D409D3">
              <w:t>2.1 Clarify responsibilities of all parties involved in the project according to the contract</w:t>
            </w:r>
          </w:p>
          <w:p w14:paraId="46B22D95" w14:textId="77777777" w:rsidR="00D409D3" w:rsidRPr="00D409D3" w:rsidRDefault="00D409D3" w:rsidP="00D409D3">
            <w:r w:rsidRPr="00D409D3">
              <w:t>2.2 Clarify procedures to vary the contract to the satisfaction of all stakeholders</w:t>
            </w:r>
          </w:p>
          <w:p w14:paraId="3C8B8206" w14:textId="11C406B9" w:rsidR="00D409D3" w:rsidRPr="00D409D3" w:rsidRDefault="00D409D3" w:rsidP="00D409D3">
            <w:r w:rsidRPr="00D409D3">
              <w:t xml:space="preserve">2.3 Identify </w:t>
            </w:r>
            <w:r w:rsidR="0020015A">
              <w:t xml:space="preserve">site </w:t>
            </w:r>
            <w:r w:rsidRPr="00D409D3">
              <w:t>emergency procedures according to contract terms and conditions</w:t>
            </w:r>
          </w:p>
          <w:p w14:paraId="6BB72E57" w14:textId="4F07F24D" w:rsidR="00D409D3" w:rsidRPr="00D409D3" w:rsidRDefault="00D409D3" w:rsidP="00D409D3">
            <w:pPr>
              <w:pStyle w:val="SIText"/>
            </w:pPr>
            <w:r w:rsidRPr="00D409D3">
              <w:t>2.4 Establish communication obligations in respect of the work program according to contractual obligations and sound business principles</w:t>
            </w:r>
          </w:p>
        </w:tc>
      </w:tr>
      <w:tr w:rsidR="00D409D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B13F111" w:rsidR="00D409D3" w:rsidRPr="00D409D3" w:rsidRDefault="00D409D3" w:rsidP="00D409D3">
            <w:pPr>
              <w:pStyle w:val="SIText"/>
            </w:pPr>
            <w:r w:rsidRPr="00D409D3">
              <w:t>3. Develop work schedule</w:t>
            </w:r>
          </w:p>
        </w:tc>
        <w:tc>
          <w:tcPr>
            <w:tcW w:w="3604" w:type="pct"/>
            <w:shd w:val="clear" w:color="auto" w:fill="auto"/>
          </w:tcPr>
          <w:p w14:paraId="6BDE8883" w14:textId="7796A4CD" w:rsidR="00D409D3" w:rsidRPr="00D409D3" w:rsidRDefault="00D409D3" w:rsidP="00D409D3">
            <w:r w:rsidRPr="00D409D3">
              <w:t>3.1 Identify and document work schedules and timelines of operations</w:t>
            </w:r>
          </w:p>
          <w:p w14:paraId="5328000D" w14:textId="77777777" w:rsidR="00D409D3" w:rsidRPr="00D409D3" w:rsidRDefault="00D409D3" w:rsidP="00D409D3">
            <w:r w:rsidRPr="00D409D3">
              <w:t>3.2 Identify resources required for the landscape project according to the contract and landscape design</w:t>
            </w:r>
          </w:p>
          <w:p w14:paraId="4096D34E" w14:textId="693D487A" w:rsidR="00D409D3" w:rsidRPr="00D409D3" w:rsidRDefault="00D409D3" w:rsidP="00D409D3">
            <w:r w:rsidRPr="00D409D3">
              <w:t>3.3 Identify and document quantity, quality</w:t>
            </w:r>
            <w:r w:rsidR="00484D1E">
              <w:t>,</w:t>
            </w:r>
            <w:r w:rsidRPr="00D409D3">
              <w:t xml:space="preserve"> </w:t>
            </w:r>
            <w:proofErr w:type="gramStart"/>
            <w:r w:rsidRPr="00D409D3">
              <w:t>timing</w:t>
            </w:r>
            <w:proofErr w:type="gramEnd"/>
            <w:r w:rsidR="00484D1E">
              <w:t xml:space="preserve"> and cost</w:t>
            </w:r>
            <w:r w:rsidRPr="00D409D3">
              <w:t xml:space="preserve"> of supply of each input and service</w:t>
            </w:r>
          </w:p>
          <w:p w14:paraId="7C104250" w14:textId="75353658" w:rsidR="00D409D3" w:rsidRPr="00D409D3" w:rsidRDefault="00D409D3" w:rsidP="00D409D3">
            <w:pPr>
              <w:pStyle w:val="SIText"/>
            </w:pPr>
            <w:r w:rsidRPr="00D409D3">
              <w:t>3.4 Establish key performance outcomes and indicators to measure performance of all operations and personnel</w:t>
            </w:r>
          </w:p>
        </w:tc>
      </w:tr>
      <w:tr w:rsidR="00D409D3" w:rsidRPr="00963A46" w14:paraId="3B4C94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735AC4" w14:textId="1572B419" w:rsidR="00D409D3" w:rsidRPr="00D409D3" w:rsidRDefault="00D409D3" w:rsidP="00D409D3">
            <w:pPr>
              <w:pStyle w:val="SIText"/>
            </w:pPr>
            <w:r w:rsidRPr="00D409D3">
              <w:lastRenderedPageBreak/>
              <w:t>4. Manage contractors</w:t>
            </w:r>
          </w:p>
        </w:tc>
        <w:tc>
          <w:tcPr>
            <w:tcW w:w="3604" w:type="pct"/>
            <w:shd w:val="clear" w:color="auto" w:fill="auto"/>
          </w:tcPr>
          <w:p w14:paraId="6C73ECBC" w14:textId="77777777" w:rsidR="00D409D3" w:rsidRPr="00D409D3" w:rsidRDefault="00D409D3" w:rsidP="00D409D3">
            <w:r w:rsidRPr="00D409D3">
              <w:t>4.1 Prepare standard contracts for specific works in line with the landscape design and contract</w:t>
            </w:r>
          </w:p>
          <w:p w14:paraId="364DD757" w14:textId="77777777" w:rsidR="00D409D3" w:rsidRPr="00D409D3" w:rsidRDefault="00D409D3" w:rsidP="00D409D3">
            <w:r w:rsidRPr="00D409D3">
              <w:t>4.2 Monitor progress of works against contract according to industry standards</w:t>
            </w:r>
          </w:p>
          <w:p w14:paraId="327BCEC9" w14:textId="1C1CFBF9" w:rsidR="00624046" w:rsidRDefault="00D409D3" w:rsidP="00D409D3">
            <w:r w:rsidRPr="00D409D3">
              <w:t xml:space="preserve">4.3 </w:t>
            </w:r>
            <w:r w:rsidR="00624046" w:rsidRPr="00624046">
              <w:t xml:space="preserve">Identify and solve project, staff and contractor issues </w:t>
            </w:r>
            <w:r w:rsidR="00624046">
              <w:t>as</w:t>
            </w:r>
            <w:r w:rsidR="00624046" w:rsidRPr="00624046">
              <w:t xml:space="preserve"> required</w:t>
            </w:r>
          </w:p>
          <w:p w14:paraId="634B05EF" w14:textId="6072F77C" w:rsidR="00D409D3" w:rsidRPr="00D409D3" w:rsidRDefault="00624046" w:rsidP="00D409D3">
            <w:r>
              <w:t>4.4</w:t>
            </w:r>
            <w:r w:rsidRPr="00624046">
              <w:t xml:space="preserve"> </w:t>
            </w:r>
            <w:r w:rsidR="00D409D3" w:rsidRPr="00D409D3">
              <w:t xml:space="preserve">Identify, negotiate, </w:t>
            </w:r>
            <w:proofErr w:type="gramStart"/>
            <w:r w:rsidR="00D409D3" w:rsidRPr="00D409D3">
              <w:t>implement</w:t>
            </w:r>
            <w:proofErr w:type="gramEnd"/>
            <w:r w:rsidR="00D409D3" w:rsidRPr="00D409D3">
              <w:t xml:space="preserve"> and record variations</w:t>
            </w:r>
          </w:p>
          <w:p w14:paraId="502FA027" w14:textId="0DA486E8" w:rsidR="00D409D3" w:rsidRPr="00D409D3" w:rsidRDefault="00D409D3" w:rsidP="00D409D3">
            <w:r w:rsidRPr="00D409D3">
              <w:t>4.</w:t>
            </w:r>
            <w:r w:rsidR="00624046">
              <w:t>5</w:t>
            </w:r>
            <w:r w:rsidRPr="00D409D3">
              <w:t xml:space="preserve"> Identify, </w:t>
            </w:r>
            <w:proofErr w:type="gramStart"/>
            <w:r w:rsidRPr="00D409D3">
              <w:t>rectify</w:t>
            </w:r>
            <w:proofErr w:type="gramEnd"/>
            <w:r w:rsidRPr="00D409D3">
              <w:t xml:space="preserve"> and record non-conforming elements of the contract</w:t>
            </w:r>
          </w:p>
          <w:p w14:paraId="326DD9E2" w14:textId="7BD82E72" w:rsidR="00D409D3" w:rsidRPr="00D409D3" w:rsidRDefault="00D409D3" w:rsidP="00D409D3">
            <w:r w:rsidRPr="00D409D3">
              <w:t>4.</w:t>
            </w:r>
            <w:r w:rsidR="00624046">
              <w:t>6</w:t>
            </w:r>
            <w:r w:rsidRPr="00D409D3">
              <w:t xml:space="preserve"> Initiate progress payments and final payments according to contract</w:t>
            </w:r>
            <w:r w:rsidR="00303F09">
              <w:t xml:space="preserve"> terms</w:t>
            </w:r>
          </w:p>
        </w:tc>
      </w:tr>
      <w:tr w:rsidR="00D409D3" w:rsidRPr="00963A46" w14:paraId="06A1F82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E17E8D" w14:textId="3732981B" w:rsidR="00D409D3" w:rsidRPr="00D409D3" w:rsidRDefault="00D409D3" w:rsidP="00D409D3">
            <w:pPr>
              <w:pStyle w:val="SIText"/>
            </w:pPr>
            <w:r w:rsidRPr="00D409D3">
              <w:t>5. Submit works for hand over</w:t>
            </w:r>
          </w:p>
        </w:tc>
        <w:tc>
          <w:tcPr>
            <w:tcW w:w="3604" w:type="pct"/>
            <w:shd w:val="clear" w:color="auto" w:fill="auto"/>
          </w:tcPr>
          <w:p w14:paraId="2B0208AB" w14:textId="77777777" w:rsidR="00D409D3" w:rsidRPr="00D409D3" w:rsidRDefault="00D409D3" w:rsidP="00D409D3">
            <w:r w:rsidRPr="00D409D3">
              <w:t>5.1 Undertake site inspection with relevant personnel at completion of works and prior to hand over</w:t>
            </w:r>
          </w:p>
          <w:p w14:paraId="183BB68F" w14:textId="77777777" w:rsidR="00D409D3" w:rsidRDefault="00D409D3" w:rsidP="00D409D3">
            <w:r w:rsidRPr="00D409D3">
              <w:t>5.2 Note, record and rectify all items below specification</w:t>
            </w:r>
          </w:p>
          <w:p w14:paraId="7CC0AC61" w14:textId="4F176D5F" w:rsidR="00303F09" w:rsidRPr="00D409D3" w:rsidRDefault="00303F09" w:rsidP="00D409D3">
            <w:r>
              <w:t>5.3 Document hand over report, and present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3F09" w:rsidRPr="00DD2936" w:rsidDel="00423CB2" w14:paraId="1CF24FD6" w14:textId="77777777" w:rsidTr="00CA2922">
        <w:tc>
          <w:tcPr>
            <w:tcW w:w="1396" w:type="pct"/>
          </w:tcPr>
          <w:p w14:paraId="6D88B952" w14:textId="6E844C91" w:rsidR="00303F09" w:rsidRPr="00303F09" w:rsidRDefault="00303F09" w:rsidP="00303F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3F09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4A488784" w:rsidR="00303F09" w:rsidRPr="0064472E" w:rsidRDefault="00303F09" w:rsidP="00484D1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 xml:space="preserve">Identify and interpret information regarding goals, </w:t>
            </w:r>
            <w:proofErr w:type="gramStart"/>
            <w:r w:rsidRPr="00484D1E">
              <w:rPr>
                <w:rStyle w:val="SITemporaryText-red"/>
                <w:color w:val="auto"/>
                <w:sz w:val="20"/>
              </w:rPr>
              <w:t>objectives</w:t>
            </w:r>
            <w:proofErr w:type="gramEnd"/>
            <w:r w:rsidRPr="00484D1E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64472E">
              <w:rPr>
                <w:rStyle w:val="SITemporaryText-red"/>
                <w:color w:val="auto"/>
                <w:sz w:val="20"/>
              </w:rPr>
              <w:t>requirements for landscape project</w:t>
            </w:r>
          </w:p>
        </w:tc>
      </w:tr>
      <w:tr w:rsidR="00303F09" w:rsidRPr="00DD2936" w:rsidDel="00423CB2" w14:paraId="1D3AF5EE" w14:textId="77777777" w:rsidTr="00CA2922">
        <w:tc>
          <w:tcPr>
            <w:tcW w:w="1396" w:type="pct"/>
          </w:tcPr>
          <w:p w14:paraId="16ED7E97" w14:textId="3F75E02F" w:rsidR="00303F09" w:rsidRPr="00303F09" w:rsidRDefault="00303F09" w:rsidP="00303F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3F0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33C43B9D" w:rsidR="00303F09" w:rsidRPr="00484D1E" w:rsidRDefault="00303F09" w:rsidP="00484D1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client and sub-contractors, using clear language and standard industry terminology to discuss landscape project work requirements, goals, objectives, timelines, work program and </w:t>
            </w:r>
            <w:r w:rsidR="00484D1E" w:rsidRPr="00484D1E">
              <w:rPr>
                <w:rStyle w:val="SITemporaryText-red"/>
                <w:rFonts w:eastAsia="Calibri"/>
                <w:color w:val="auto"/>
                <w:sz w:val="20"/>
              </w:rPr>
              <w:t>negotiate contracts</w:t>
            </w:r>
          </w:p>
        </w:tc>
      </w:tr>
      <w:tr w:rsidR="00DA54B5" w:rsidRPr="00DD2936" w:rsidDel="00423CB2" w14:paraId="03BB9C6A" w14:textId="77777777" w:rsidTr="00CA2922">
        <w:tc>
          <w:tcPr>
            <w:tcW w:w="1396" w:type="pct"/>
          </w:tcPr>
          <w:p w14:paraId="79F97EC7" w14:textId="60227574" w:rsidR="00DA54B5" w:rsidRPr="00484D1E" w:rsidRDefault="00484D1E" w:rsidP="00484D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16A0451A" w:rsidR="00DA54B5" w:rsidRPr="00484D1E" w:rsidRDefault="00484D1E" w:rsidP="00BC42B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>Calculate and budget for costs of material, machinery, equipment resource</w:t>
            </w:r>
            <w:r w:rsidR="00BC42B8" w:rsidRPr="00BC42B8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484D1E">
              <w:rPr>
                <w:rStyle w:val="SITemporaryText-red"/>
                <w:rFonts w:eastAsia="Calibri"/>
                <w:color w:val="auto"/>
                <w:sz w:val="20"/>
              </w:rPr>
              <w:t>and sub-contractors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2720" w:rsidRPr="00DD2936" w14:paraId="7449DA1D" w14:textId="77777777" w:rsidTr="00F33FF2">
        <w:tc>
          <w:tcPr>
            <w:tcW w:w="1028" w:type="pct"/>
          </w:tcPr>
          <w:p w14:paraId="6032320C" w14:textId="77777777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AHCLSC502 Manage landscape projects</w:t>
            </w:r>
          </w:p>
          <w:p w14:paraId="09E49E25" w14:textId="13AE188B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3D28D273" w14:textId="77777777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AHCLSC502 Manage landscape projects</w:t>
            </w:r>
          </w:p>
          <w:p w14:paraId="2293AA64" w14:textId="53D30521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77F24956" w14:textId="77777777" w:rsidR="00A02720" w:rsidRPr="00A02720" w:rsidRDefault="00A02720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4F46DB1" w14:textId="77777777" w:rsidR="00A02720" w:rsidRPr="00A02720" w:rsidRDefault="00A02720" w:rsidP="006447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020E61B" w14:textId="77777777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9288C9A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689DF87D" w:rsidR="00A02720" w:rsidRPr="00A02720" w:rsidRDefault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D354B1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DC3F44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09D3" w:rsidRPr="00D409D3">
              <w:t>AHCLSC502 Manage landscape projects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A02720">
        <w:trPr>
          <w:trHeight w:val="3151"/>
        </w:trPr>
        <w:tc>
          <w:tcPr>
            <w:tcW w:w="5000" w:type="pct"/>
            <w:gridSpan w:val="2"/>
            <w:shd w:val="clear" w:color="auto" w:fill="auto"/>
          </w:tcPr>
          <w:p w14:paraId="6BFF6ACC" w14:textId="35467BB0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0272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02720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D1CD5F5" w:rsidR="00DA54B5" w:rsidRPr="00484D1E" w:rsidRDefault="00DA54B5" w:rsidP="00484D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4D1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484D1E" w:rsidRPr="00484D1E">
              <w:rPr>
                <w:rStyle w:val="SITemporaryText-red"/>
                <w:color w:val="auto"/>
                <w:sz w:val="20"/>
              </w:rPr>
              <w:t xml:space="preserve"> managed landscape projects on at least one occasion and has</w:t>
            </w:r>
            <w:r w:rsidRPr="00484D1E">
              <w:rPr>
                <w:rStyle w:val="SITemporaryText-red"/>
                <w:color w:val="auto"/>
                <w:sz w:val="20"/>
              </w:rPr>
              <w:t>:</w:t>
            </w:r>
          </w:p>
          <w:p w14:paraId="6C4BC990" w14:textId="77777777" w:rsidR="00484D1E" w:rsidRPr="00484D1E" w:rsidRDefault="00484D1E" w:rsidP="00484D1E">
            <w:pPr>
              <w:pStyle w:val="SIBulletList1"/>
            </w:pPr>
            <w:r w:rsidRPr="00D409D3">
              <w:t>liaise</w:t>
            </w:r>
            <w:r w:rsidRPr="00484D1E">
              <w:t>d with clients</w:t>
            </w:r>
          </w:p>
          <w:p w14:paraId="3395077D" w14:textId="77777777" w:rsidR="00BC42B8" w:rsidRPr="00BC42B8" w:rsidRDefault="00BC42B8" w:rsidP="00BC42B8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4B4B2728" w14:textId="2648DC91" w:rsidR="00D409D3" w:rsidRPr="00D409D3" w:rsidRDefault="00D409D3" w:rsidP="00D409D3">
            <w:pPr>
              <w:pStyle w:val="SIBulletList1"/>
            </w:pPr>
            <w:r w:rsidRPr="00D409D3">
              <w:t>prepare</w:t>
            </w:r>
            <w:r w:rsidR="00484D1E">
              <w:t>d</w:t>
            </w:r>
            <w:r w:rsidRPr="00D409D3">
              <w:t xml:space="preserve"> landscape project documentation</w:t>
            </w:r>
          </w:p>
          <w:p w14:paraId="1D2A1043" w14:textId="32BC185C" w:rsidR="00D409D3" w:rsidRPr="00D409D3" w:rsidRDefault="00D409D3" w:rsidP="00D409D3">
            <w:pPr>
              <w:pStyle w:val="SIBulletList1"/>
            </w:pPr>
            <w:r w:rsidRPr="00D409D3">
              <w:t>develop</w:t>
            </w:r>
            <w:r w:rsidR="00484D1E">
              <w:t>ed</w:t>
            </w:r>
            <w:r w:rsidRPr="00D409D3">
              <w:t xml:space="preserve"> </w:t>
            </w:r>
            <w:r w:rsidR="00484D1E">
              <w:t xml:space="preserve">a project budget </w:t>
            </w:r>
            <w:r w:rsidRPr="00D409D3">
              <w:t>and cost</w:t>
            </w:r>
            <w:r w:rsidR="00484D1E">
              <w:t>ed</w:t>
            </w:r>
            <w:r w:rsidRPr="00D409D3">
              <w:t xml:space="preserve"> a bill of quantities</w:t>
            </w:r>
          </w:p>
          <w:p w14:paraId="71BE8EF0" w14:textId="24361415" w:rsidR="00D409D3" w:rsidRPr="00D409D3" w:rsidRDefault="00D409D3" w:rsidP="00D409D3">
            <w:pPr>
              <w:pStyle w:val="SIBulletList1"/>
            </w:pPr>
            <w:r w:rsidRPr="00D409D3">
              <w:t>develop</w:t>
            </w:r>
            <w:r w:rsidR="00484D1E">
              <w:t>ed</w:t>
            </w:r>
            <w:r w:rsidRPr="00D409D3">
              <w:t xml:space="preserve"> a schedule of works</w:t>
            </w:r>
            <w:r w:rsidR="00484D1E">
              <w:t xml:space="preserve"> and sub-contracts</w:t>
            </w:r>
          </w:p>
          <w:p w14:paraId="2D346768" w14:textId="7F3428A1" w:rsidR="00D409D3" w:rsidRPr="00D409D3" w:rsidRDefault="00484D1E" w:rsidP="00437ACD">
            <w:pPr>
              <w:pStyle w:val="SIBulletList1"/>
            </w:pPr>
            <w:r>
              <w:t xml:space="preserve">identified, </w:t>
            </w:r>
            <w:proofErr w:type="gramStart"/>
            <w:r w:rsidR="00D409D3" w:rsidRPr="00D409D3">
              <w:t>organise</w:t>
            </w:r>
            <w:r>
              <w:t>d</w:t>
            </w:r>
            <w:proofErr w:type="gramEnd"/>
            <w:r w:rsidR="00D409D3" w:rsidRPr="00D409D3">
              <w:t xml:space="preserve"> and manage</w:t>
            </w:r>
            <w:r>
              <w:t>d</w:t>
            </w:r>
            <w:r w:rsidR="00D409D3" w:rsidRPr="00D409D3">
              <w:t xml:space="preserve"> the works program</w:t>
            </w:r>
            <w:r>
              <w:t>,</w:t>
            </w:r>
            <w:r w:rsidR="00D409D3" w:rsidRPr="00D409D3">
              <w:t xml:space="preserve"> works team</w:t>
            </w:r>
            <w:r>
              <w:t xml:space="preserve"> and </w:t>
            </w:r>
            <w:r w:rsidR="00D409D3" w:rsidRPr="00D409D3">
              <w:t>sub-contracted work</w:t>
            </w:r>
          </w:p>
          <w:p w14:paraId="344835C1" w14:textId="7F5EEF9F" w:rsidR="00D409D3" w:rsidRPr="00D409D3" w:rsidRDefault="00D409D3" w:rsidP="00D409D3">
            <w:pPr>
              <w:pStyle w:val="SIBulletList1"/>
            </w:pPr>
            <w:r w:rsidRPr="00D409D3">
              <w:t>identif</w:t>
            </w:r>
            <w:r w:rsidR="00484D1E">
              <w:t>ied</w:t>
            </w:r>
            <w:r w:rsidRPr="00D409D3">
              <w:t xml:space="preserve">, </w:t>
            </w:r>
            <w:proofErr w:type="gramStart"/>
            <w:r w:rsidRPr="00D409D3">
              <w:t>negotiate</w:t>
            </w:r>
            <w:r w:rsidR="00484D1E">
              <w:t>d</w:t>
            </w:r>
            <w:proofErr w:type="gramEnd"/>
            <w:r w:rsidRPr="00D409D3">
              <w:t xml:space="preserve"> and implement</w:t>
            </w:r>
            <w:r w:rsidR="00484D1E">
              <w:t>ed</w:t>
            </w:r>
            <w:r w:rsidRPr="00D409D3">
              <w:t xml:space="preserve"> variations to contract</w:t>
            </w:r>
            <w:r w:rsidR="00BC42B8">
              <w:t>s</w:t>
            </w:r>
          </w:p>
          <w:p w14:paraId="5142F74B" w14:textId="4002EA8E" w:rsidR="00D409D3" w:rsidRPr="00D409D3" w:rsidRDefault="00D409D3" w:rsidP="00D409D3">
            <w:pPr>
              <w:pStyle w:val="SIBulletList1"/>
            </w:pPr>
            <w:r w:rsidRPr="00D409D3">
              <w:t>identif</w:t>
            </w:r>
            <w:r w:rsidR="00484D1E">
              <w:t>ied</w:t>
            </w:r>
            <w:r w:rsidRPr="00D409D3">
              <w:t xml:space="preserve"> and rectif</w:t>
            </w:r>
            <w:r w:rsidR="00484D1E">
              <w:t>ied</w:t>
            </w:r>
            <w:r w:rsidRPr="00D409D3">
              <w:t xml:space="preserve"> non-conforming elements </w:t>
            </w:r>
            <w:r w:rsidR="00BC42B8">
              <w:t>of</w:t>
            </w:r>
            <w:r w:rsidRPr="00D409D3">
              <w:t xml:space="preserve"> contract</w:t>
            </w:r>
            <w:r w:rsidR="00BC42B8">
              <w:t>s</w:t>
            </w:r>
          </w:p>
          <w:p w14:paraId="3F4E2EAA" w14:textId="3E832B5D" w:rsidR="00556C4C" w:rsidRPr="000754EC" w:rsidRDefault="00BC42B8" w:rsidP="0064472E">
            <w:pPr>
              <w:pStyle w:val="SIBulletList1"/>
            </w:pPr>
            <w:r>
              <w:t xml:space="preserve">completed </w:t>
            </w:r>
            <w:r w:rsidRPr="00BC42B8">
              <w:t>hand over report</w:t>
            </w:r>
            <w:r w:rsidRPr="00BC42B8" w:rsidDel="00484D1E">
              <w:t xml:space="preserve"> </w:t>
            </w:r>
            <w:r>
              <w:t>and presented to client.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55659A7" w14:textId="77777777" w:rsidR="00BC42B8" w:rsidRDefault="00BC42B8" w:rsidP="00D409D3">
            <w:pPr>
              <w:pStyle w:val="SIBulletList1"/>
            </w:pPr>
            <w:r>
              <w:t>workplace health and safety and environmental and biosecurity legis</w:t>
            </w:r>
            <w:r w:rsidRPr="00BC42B8">
              <w:t xml:space="preserve">lation, </w:t>
            </w:r>
            <w:proofErr w:type="gramStart"/>
            <w:r w:rsidRPr="00BC42B8">
              <w:t>regulations</w:t>
            </w:r>
            <w:proofErr w:type="gramEnd"/>
            <w:r w:rsidRPr="00BC42B8">
              <w:t xml:space="preserve"> and workplace procedures relevant to </w:t>
            </w:r>
            <w:r>
              <w:t>managing landscape projects</w:t>
            </w:r>
          </w:p>
          <w:p w14:paraId="42BD0024" w14:textId="49237669" w:rsidR="00D409D3" w:rsidRPr="00D409D3" w:rsidRDefault="00D409D3" w:rsidP="00D409D3">
            <w:pPr>
              <w:pStyle w:val="SIBulletList1"/>
            </w:pPr>
            <w:r w:rsidRPr="00D409D3">
              <w:t>principles and practices of managing landscape projects</w:t>
            </w:r>
            <w:r w:rsidR="00BC42B8">
              <w:t>, including:</w:t>
            </w:r>
          </w:p>
          <w:p w14:paraId="67BB4BF4" w14:textId="1ADF1BEC" w:rsidR="00D409D3" w:rsidRDefault="00D409D3" w:rsidP="00BC42B8">
            <w:pPr>
              <w:pStyle w:val="SIBulletList2"/>
            </w:pPr>
            <w:r w:rsidRPr="00D409D3">
              <w:t>project management principles</w:t>
            </w:r>
          </w:p>
          <w:p w14:paraId="7C3EDD0F" w14:textId="018791DA" w:rsidR="00BC42B8" w:rsidRDefault="00BC42B8" w:rsidP="00BC42B8">
            <w:pPr>
              <w:pStyle w:val="SIBulletList2"/>
            </w:pPr>
            <w:r>
              <w:t>project budgeting and costing techniques</w:t>
            </w:r>
          </w:p>
          <w:p w14:paraId="48F31629" w14:textId="3D5EC113" w:rsidR="00BC42B8" w:rsidRPr="00D409D3" w:rsidRDefault="00BC42B8" w:rsidP="00BC42B8">
            <w:pPr>
              <w:pStyle w:val="SIBulletList2"/>
            </w:pPr>
            <w:r>
              <w:t>landscape project documentation and contracting techniques</w:t>
            </w:r>
          </w:p>
          <w:p w14:paraId="175DB88B" w14:textId="70827C00" w:rsidR="00D409D3" w:rsidRPr="00D409D3" w:rsidRDefault="00D409D3" w:rsidP="00BC42B8">
            <w:pPr>
              <w:pStyle w:val="SIBulletList2"/>
            </w:pPr>
            <w:r w:rsidRPr="00D409D3">
              <w:t>public liability</w:t>
            </w:r>
            <w:r w:rsidR="00BC42B8">
              <w:t>,</w:t>
            </w:r>
            <w:r w:rsidRPr="00D409D3">
              <w:t xml:space="preserve"> </w:t>
            </w:r>
            <w:proofErr w:type="gramStart"/>
            <w:r w:rsidR="00BC42B8">
              <w:t>regulations</w:t>
            </w:r>
            <w:proofErr w:type="gramEnd"/>
            <w:r w:rsidR="00BC42B8">
              <w:t xml:space="preserve"> and </w:t>
            </w:r>
            <w:r w:rsidRPr="00D409D3">
              <w:t>legal responsibilities</w:t>
            </w:r>
            <w:r w:rsidR="00BC42B8">
              <w:t xml:space="preserve"> relevant to landscape projects</w:t>
            </w:r>
          </w:p>
          <w:p w14:paraId="594042BC" w14:textId="6F70BA83" w:rsidR="00F1480E" w:rsidRPr="000754EC" w:rsidRDefault="00D409D3" w:rsidP="002F39F4">
            <w:pPr>
              <w:pStyle w:val="SIBulletList2"/>
            </w:pPr>
            <w:r w:rsidRPr="00D409D3">
              <w:t>types of landscape machinery and equipment</w:t>
            </w:r>
            <w:r w:rsidR="00BC42B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3509F2C7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2A44A77" w:rsidR="00DA54B5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3C9B4F6" w14:textId="2C471D5E" w:rsidR="00A02720" w:rsidRPr="00BC42B8" w:rsidRDefault="00BC42B8" w:rsidP="00BC42B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73517D86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0272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0272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164513A3" w:rsidR="00DA54B5" w:rsidRPr="00BC42B8" w:rsidRDefault="00BC42B8" w:rsidP="00BC42B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42B8">
              <w:rPr>
                <w:rStyle w:val="SITemporaryText-red"/>
                <w:rFonts w:eastAsia="Calibri"/>
                <w:color w:val="auto"/>
                <w:sz w:val="20"/>
              </w:rPr>
              <w:t>client landscape project documentation</w:t>
            </w:r>
          </w:p>
          <w:p w14:paraId="3D4B0BD2" w14:textId="7063E1FB" w:rsidR="00DA54B5" w:rsidRPr="00A02720" w:rsidRDefault="00DA54B5" w:rsidP="00A0272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272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366148B" w14:textId="312C8778" w:rsidR="00BC42B8" w:rsidRPr="00BC42B8" w:rsidRDefault="00BC42B8" w:rsidP="00BC42B8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BC42B8">
              <w:t xml:space="preserve">lation, </w:t>
            </w:r>
            <w:proofErr w:type="gramStart"/>
            <w:r w:rsidRPr="00BC42B8">
              <w:t>regulations</w:t>
            </w:r>
            <w:proofErr w:type="gramEnd"/>
            <w:r w:rsidRPr="00BC42B8">
              <w:t xml:space="preserve"> and workplace procedures relevant to </w:t>
            </w:r>
            <w:r>
              <w:t>managing</w:t>
            </w:r>
            <w:r w:rsidRPr="00BC42B8">
              <w:t xml:space="preserve"> landscape project</w:t>
            </w:r>
          </w:p>
          <w:p w14:paraId="5EDE35FD" w14:textId="4DBEC142" w:rsidR="00DA54B5" w:rsidRPr="00BC42B8" w:rsidRDefault="00BC42B8" w:rsidP="00CB535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public liability, </w:t>
            </w:r>
            <w:proofErr w:type="gramStart"/>
            <w:r>
              <w:t>regulations</w:t>
            </w:r>
            <w:proofErr w:type="gramEnd"/>
            <w:r>
              <w:t xml:space="preserve"> </w:t>
            </w:r>
            <w:r w:rsidRPr="00D7587B">
              <w:t>and legal responsibilities</w:t>
            </w:r>
            <w:r w:rsidRPr="00BC42B8">
              <w:t xml:space="preserve"> relevant to </w:t>
            </w:r>
            <w:r>
              <w:t xml:space="preserve">managing </w:t>
            </w:r>
            <w:r w:rsidRPr="00BC42B8">
              <w:t>landscape project</w:t>
            </w:r>
            <w:r>
              <w:t>s</w:t>
            </w:r>
          </w:p>
          <w:p w14:paraId="0DCA1D1B" w14:textId="7323CD5F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794FDA5" w:rsidR="00DA54B5" w:rsidRPr="00607446" w:rsidRDefault="00BC42B8" w:rsidP="0060744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7446">
              <w:rPr>
                <w:rStyle w:val="SITemporaryText-red"/>
                <w:color w:val="auto"/>
                <w:sz w:val="20"/>
              </w:rPr>
              <w:t xml:space="preserve">clients, </w:t>
            </w:r>
            <w:proofErr w:type="gramStart"/>
            <w:r w:rsidRPr="00607446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607446">
              <w:rPr>
                <w:rStyle w:val="SITemporaryText-red"/>
                <w:color w:val="auto"/>
                <w:sz w:val="20"/>
              </w:rPr>
              <w:t xml:space="preserve"> and sub-contractors</w:t>
            </w:r>
          </w:p>
          <w:p w14:paraId="08F72541" w14:textId="349481D0" w:rsidR="00DA54B5" w:rsidRPr="00A02720" w:rsidRDefault="00DA54B5" w:rsidP="00A0272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2F175ACB" w:rsidR="00DA54B5" w:rsidRPr="00607446" w:rsidRDefault="00607446" w:rsidP="0060744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7446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60744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02720" w:rsidRDefault="00DA54B5" w:rsidP="00A0272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11E4E08" w:rsidR="00DA54B5" w:rsidRPr="00A02720" w:rsidRDefault="00DA54B5" w:rsidP="00A02720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272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950C96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4340E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F36CC" w14:textId="77777777" w:rsidR="00A53C24" w:rsidRDefault="00A53C24" w:rsidP="00BF3F0A">
      <w:r>
        <w:separator/>
      </w:r>
    </w:p>
    <w:p w14:paraId="70861915" w14:textId="77777777" w:rsidR="00A53C24" w:rsidRDefault="00A53C24"/>
  </w:endnote>
  <w:endnote w:type="continuationSeparator" w:id="0">
    <w:p w14:paraId="53475194" w14:textId="77777777" w:rsidR="00A53C24" w:rsidRDefault="00A53C24" w:rsidP="00BF3F0A">
      <w:r>
        <w:continuationSeparator/>
      </w:r>
    </w:p>
    <w:p w14:paraId="72118E4D" w14:textId="77777777" w:rsidR="00A53C24" w:rsidRDefault="00A53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92BA8" w14:textId="77777777" w:rsidR="00A53C24" w:rsidRDefault="00A53C24" w:rsidP="00BF3F0A">
      <w:r>
        <w:separator/>
      </w:r>
    </w:p>
    <w:p w14:paraId="116CA7E6" w14:textId="77777777" w:rsidR="00A53C24" w:rsidRDefault="00A53C24"/>
  </w:footnote>
  <w:footnote w:type="continuationSeparator" w:id="0">
    <w:p w14:paraId="78669702" w14:textId="77777777" w:rsidR="00A53C24" w:rsidRDefault="00A53C24" w:rsidP="00BF3F0A">
      <w:r>
        <w:continuationSeparator/>
      </w:r>
    </w:p>
    <w:p w14:paraId="12BC266F" w14:textId="77777777" w:rsidR="00A53C24" w:rsidRDefault="00A53C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2B8E9C0" w:rsidR="009C2650" w:rsidRPr="00D409D3" w:rsidRDefault="00D409D3" w:rsidP="00D409D3">
    <w:r w:rsidRPr="00D409D3">
      <w:t>AHCLSC502 Manage landscape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F0C6B6F"/>
    <w:multiLevelType w:val="multilevel"/>
    <w:tmpl w:val="875413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2D65D1"/>
    <w:multiLevelType w:val="multilevel"/>
    <w:tmpl w:val="7E62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CB42090"/>
    <w:multiLevelType w:val="multilevel"/>
    <w:tmpl w:val="E22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CF5911"/>
    <w:multiLevelType w:val="multilevel"/>
    <w:tmpl w:val="4F5A8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43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41"/>
  </w:num>
  <w:num w:numId="10">
    <w:abstractNumId w:val="29"/>
  </w:num>
  <w:num w:numId="11">
    <w:abstractNumId w:val="38"/>
  </w:num>
  <w:num w:numId="12">
    <w:abstractNumId w:val="31"/>
  </w:num>
  <w:num w:numId="13">
    <w:abstractNumId w:val="45"/>
  </w:num>
  <w:num w:numId="14">
    <w:abstractNumId w:val="7"/>
  </w:num>
  <w:num w:numId="15">
    <w:abstractNumId w:val="8"/>
  </w:num>
  <w:num w:numId="16">
    <w:abstractNumId w:val="46"/>
  </w:num>
  <w:num w:numId="17">
    <w:abstractNumId w:val="30"/>
  </w:num>
  <w:num w:numId="18">
    <w:abstractNumId w:val="5"/>
  </w:num>
  <w:num w:numId="19">
    <w:abstractNumId w:val="13"/>
  </w:num>
  <w:num w:numId="20">
    <w:abstractNumId w:val="2"/>
  </w:num>
  <w:num w:numId="21">
    <w:abstractNumId w:val="32"/>
  </w:num>
  <w:num w:numId="22">
    <w:abstractNumId w:val="33"/>
  </w:num>
  <w:num w:numId="23">
    <w:abstractNumId w:val="27"/>
  </w:num>
  <w:num w:numId="24">
    <w:abstractNumId w:val="40"/>
  </w:num>
  <w:num w:numId="25">
    <w:abstractNumId w:val="12"/>
  </w:num>
  <w:num w:numId="26">
    <w:abstractNumId w:val="44"/>
  </w:num>
  <w:num w:numId="27">
    <w:abstractNumId w:val="9"/>
  </w:num>
  <w:num w:numId="28">
    <w:abstractNumId w:val="22"/>
  </w:num>
  <w:num w:numId="29">
    <w:abstractNumId w:val="16"/>
  </w:num>
  <w:num w:numId="30">
    <w:abstractNumId w:val="47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8"/>
  </w:num>
  <w:num w:numId="37">
    <w:abstractNumId w:val="14"/>
  </w:num>
  <w:num w:numId="38">
    <w:abstractNumId w:val="34"/>
  </w:num>
  <w:num w:numId="39">
    <w:abstractNumId w:val="19"/>
  </w:num>
  <w:num w:numId="40">
    <w:abstractNumId w:val="21"/>
  </w:num>
  <w:num w:numId="41">
    <w:abstractNumId w:val="37"/>
  </w:num>
  <w:num w:numId="42">
    <w:abstractNumId w:val="39"/>
  </w:num>
  <w:num w:numId="43">
    <w:abstractNumId w:val="18"/>
  </w:num>
  <w:num w:numId="44">
    <w:abstractNumId w:val="17"/>
  </w:num>
  <w:num w:numId="45">
    <w:abstractNumId w:val="26"/>
  </w:num>
  <w:num w:numId="46">
    <w:abstractNumId w:val="35"/>
  </w:num>
  <w:num w:numId="47">
    <w:abstractNumId w:val="42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15A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2344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9F4"/>
    <w:rsid w:val="00303F09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47B9"/>
    <w:rsid w:val="003A58BA"/>
    <w:rsid w:val="003A5A9E"/>
    <w:rsid w:val="003A5AE7"/>
    <w:rsid w:val="003A5F83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0EA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4D1E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5F7B91"/>
    <w:rsid w:val="00607446"/>
    <w:rsid w:val="006121D4"/>
    <w:rsid w:val="00613B49"/>
    <w:rsid w:val="00616845"/>
    <w:rsid w:val="00620E8E"/>
    <w:rsid w:val="00624046"/>
    <w:rsid w:val="00633CFE"/>
    <w:rsid w:val="00634FCA"/>
    <w:rsid w:val="00643D1B"/>
    <w:rsid w:val="0064472E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F4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2AAA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2720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3C24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BDB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42B8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409D3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DD2936"/>
    <w:rsid w:val="00E059E6"/>
    <w:rsid w:val="00E10071"/>
    <w:rsid w:val="00E238E6"/>
    <w:rsid w:val="00E34CD8"/>
    <w:rsid w:val="00E35064"/>
    <w:rsid w:val="00E3681D"/>
    <w:rsid w:val="00E3794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A79E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82FE9A-EDDB-4B80-82EA-8528EFC0D8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743E34-B690-46D6-998A-1BC4DFBC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232</TotalTime>
  <Pages>4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36</cp:revision>
  <cp:lastPrinted>2016-05-27T05:21:00Z</cp:lastPrinted>
  <dcterms:created xsi:type="dcterms:W3CDTF">2020-08-25T06:08:00Z</dcterms:created>
  <dcterms:modified xsi:type="dcterms:W3CDTF">2021-06-08T06:32:00Z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